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47134BE" w:rsidR="00F862D6" w:rsidRPr="003E6B9A" w:rsidRDefault="00673CF0" w:rsidP="00673CF0">
            <w:r w:rsidRPr="00673CF0">
              <w:rPr>
                <w:rFonts w:ascii="Helvetica" w:hAnsi="Helvetica"/>
              </w:rPr>
              <w:t>13278/2024-SŽ-SSV-Ú3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73CF0" w:rsidRDefault="00F862D6" w:rsidP="0077673A">
            <w:r w:rsidRPr="00673CF0">
              <w:t>Listů/příloh</w:t>
            </w:r>
          </w:p>
        </w:tc>
        <w:tc>
          <w:tcPr>
            <w:tcW w:w="2552" w:type="dxa"/>
          </w:tcPr>
          <w:p w14:paraId="333CD487" w14:textId="554599FA" w:rsidR="00F862D6" w:rsidRPr="00673CF0" w:rsidRDefault="00673CF0" w:rsidP="00CC1E2B">
            <w:r w:rsidRPr="00673CF0">
              <w:t>2</w:t>
            </w:r>
            <w:r w:rsidR="003E6B9A" w:rsidRPr="00673CF0">
              <w:t>/</w:t>
            </w:r>
            <w:r w:rsidRPr="00673CF0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853EBD5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80BBFD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4FD23DE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60D346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844A2">
              <w:rPr>
                <w:noProof/>
              </w:rPr>
              <w:t>25.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3B65E8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080FF8">
        <w:rPr>
          <w:rFonts w:eastAsia="Times New Roman" w:cs="Times New Roman"/>
          <w:lang w:eastAsia="cs-CZ"/>
        </w:rPr>
        <w:t>19</w:t>
      </w:r>
    </w:p>
    <w:p w14:paraId="25C6ADAC" w14:textId="5EA1139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3956BC0D" w14:textId="36E43B90" w:rsidR="00761090" w:rsidRPr="004C4C92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D661DE3" w14:textId="01C59EB3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F2DB352" w14:textId="1D825482" w:rsidR="0092513A" w:rsidRDefault="0092513A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BF0C908" w14:textId="77777777" w:rsidR="0026723A" w:rsidRDefault="0026723A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1955B4B" w14:textId="3207C56D" w:rsidR="00BD5319" w:rsidRPr="0092513A" w:rsidRDefault="00BD5319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92513A">
        <w:rPr>
          <w:rFonts w:eastAsia="Times New Roman" w:cs="Times New Roman"/>
          <w:u w:val="single"/>
          <w:lang w:eastAsia="cs-CZ"/>
        </w:rPr>
        <w:t xml:space="preserve">Zadavatel </w:t>
      </w:r>
      <w:r w:rsidRPr="0092513A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92513A">
        <w:rPr>
          <w:rFonts w:eastAsia="Times New Roman" w:cs="Times New Roman"/>
          <w:u w:val="single"/>
          <w:lang w:eastAsia="cs-CZ"/>
        </w:rPr>
        <w:t xml:space="preserve"> </w:t>
      </w:r>
      <w:r w:rsidRPr="0092513A">
        <w:rPr>
          <w:rFonts w:eastAsia="Calibri" w:cs="Times New Roman"/>
          <w:u w:val="single"/>
          <w:lang w:eastAsia="cs-CZ"/>
        </w:rPr>
        <w:t>bez předchozí žádosti.</w:t>
      </w:r>
    </w:p>
    <w:p w14:paraId="4003039F" w14:textId="77777777" w:rsidR="0026723A" w:rsidRPr="0092513A" w:rsidRDefault="0026723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4EFD7B" w14:textId="2C4C4241" w:rsidR="00080FF8" w:rsidRDefault="00080F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513A">
        <w:rPr>
          <w:rFonts w:eastAsia="Calibri" w:cs="Times New Roman"/>
          <w:lang w:eastAsia="cs-CZ"/>
        </w:rPr>
        <w:t>Zadavatel poskytuje opravené soupisy prací, které byly předloženy v rámci Vysvětlení/Doplnění/Změna zadávací dokumentace č.</w:t>
      </w:r>
      <w:r w:rsidR="005D4D1A" w:rsidRPr="0092513A">
        <w:rPr>
          <w:rFonts w:eastAsia="Calibri" w:cs="Times New Roman"/>
          <w:lang w:eastAsia="cs-CZ"/>
        </w:rPr>
        <w:t xml:space="preserve"> </w:t>
      </w:r>
      <w:r w:rsidRPr="0092513A">
        <w:rPr>
          <w:rFonts w:eastAsia="Calibri" w:cs="Times New Roman"/>
          <w:lang w:eastAsia="cs-CZ"/>
        </w:rPr>
        <w:t xml:space="preserve">18, z důvodu špatného načtení opravované položky odpadů u SO 22-19-90 Tunel, kdy se tato položka po opravení nenačetla do souhrnného SO 90-90 Odpady. </w:t>
      </w:r>
    </w:p>
    <w:p w14:paraId="7A761DE8" w14:textId="77777777" w:rsidR="00C34EBB" w:rsidRDefault="00C34EB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89D6F2" w14:textId="57E0AFAE" w:rsidR="0092513A" w:rsidRPr="00192345" w:rsidRDefault="00C34EBB" w:rsidP="00192345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Současně zadavatel </w:t>
      </w:r>
      <w:r w:rsidR="00192345">
        <w:rPr>
          <w:rFonts w:eastAsia="Calibri" w:cs="Times New Roman"/>
          <w:lang w:eastAsia="cs-CZ"/>
        </w:rPr>
        <w:t xml:space="preserve">poskytuje opravenou přílohu </w:t>
      </w:r>
      <w:r w:rsidR="00192345" w:rsidRPr="00192345">
        <w:rPr>
          <w:rFonts w:eastAsia="Calibri" w:cs="Times New Roman"/>
          <w:lang w:eastAsia="cs-CZ"/>
        </w:rPr>
        <w:t>B.8.1 Technická zpráva</w:t>
      </w:r>
      <w:r w:rsidR="00192345">
        <w:rPr>
          <w:rFonts w:eastAsia="Calibri" w:cs="Times New Roman"/>
          <w:lang w:eastAsia="cs-CZ"/>
        </w:rPr>
        <w:t xml:space="preserve"> ZOV, ve které byla upravena</w:t>
      </w:r>
      <w:r w:rsidR="00192345" w:rsidRPr="00192345">
        <w:rPr>
          <w:rFonts w:eastAsia="Calibri" w:cs="Times New Roman"/>
          <w:lang w:eastAsia="cs-CZ"/>
        </w:rPr>
        <w:t xml:space="preserve"> položk</w:t>
      </w:r>
      <w:r w:rsidR="00192345">
        <w:rPr>
          <w:rFonts w:eastAsia="Calibri" w:cs="Times New Roman"/>
          <w:lang w:eastAsia="cs-CZ"/>
        </w:rPr>
        <w:t>a</w:t>
      </w:r>
      <w:r w:rsidR="00192345" w:rsidRPr="00192345">
        <w:rPr>
          <w:rFonts w:eastAsia="Calibri" w:cs="Times New Roman"/>
          <w:lang w:eastAsia="cs-CZ"/>
        </w:rPr>
        <w:t xml:space="preserve"> "Přechodné DZ (PD, pronájem, zřízení, údržba, manipulace, odstranění) pro stavbu, pokud není uvedeno samostatně v jednotlivých SO/PS", která postihuje DZ celé stavby, tak jak zhotovitel uzná za vhodné pro potřebu realizace. Dále v téže příloze byl doplněn předpoklad kubatury u položky sypaných nájezdů, kde byl</w:t>
      </w:r>
      <w:r w:rsidR="00192345">
        <w:rPr>
          <w:rFonts w:eastAsia="Calibri" w:cs="Times New Roman"/>
          <w:lang w:eastAsia="cs-CZ"/>
        </w:rPr>
        <w:t>o</w:t>
      </w:r>
      <w:r w:rsidR="00192345" w:rsidRPr="00192345">
        <w:rPr>
          <w:rFonts w:eastAsia="Calibri" w:cs="Times New Roman"/>
          <w:lang w:eastAsia="cs-CZ"/>
        </w:rPr>
        <w:t xml:space="preserve"> v tabulce uvedeno mylně nulové množství. A níže pod tabulkou byl upraven text, který nyní lépe popisuje</w:t>
      </w:r>
      <w:r w:rsidR="00192345">
        <w:rPr>
          <w:rFonts w:eastAsia="Calibri" w:cs="Times New Roman"/>
          <w:lang w:eastAsia="cs-CZ"/>
        </w:rPr>
        <w:t>,</w:t>
      </w:r>
      <w:r w:rsidR="00192345" w:rsidRPr="00192345">
        <w:rPr>
          <w:rFonts w:eastAsia="Calibri" w:cs="Times New Roman"/>
          <w:lang w:eastAsia="cs-CZ"/>
        </w:rPr>
        <w:t xml:space="preserve"> co </w:t>
      </w:r>
      <w:r w:rsidR="00192345">
        <w:rPr>
          <w:rFonts w:eastAsia="Calibri" w:cs="Times New Roman"/>
          <w:lang w:eastAsia="cs-CZ"/>
        </w:rPr>
        <w:t xml:space="preserve">vše </w:t>
      </w:r>
      <w:r w:rsidR="00192345" w:rsidRPr="00192345">
        <w:rPr>
          <w:rFonts w:eastAsia="Calibri" w:cs="Times New Roman"/>
          <w:lang w:eastAsia="cs-CZ"/>
        </w:rPr>
        <w:t>má být oceněno v rámci položky R901211 Náklady vyplývající ze zásad organizace výstavby uvedené v SO 22-16-01.</w:t>
      </w:r>
      <w:r>
        <w:rPr>
          <w:rFonts w:eastAsia="Calibri" w:cs="Times New Roman"/>
          <w:lang w:eastAsia="cs-CZ"/>
        </w:rPr>
        <w:t xml:space="preserve"> Viz příloha</w:t>
      </w:r>
      <w:r w:rsidR="00192345">
        <w:rPr>
          <w:rFonts w:eastAsia="Calibri" w:cs="Times New Roman"/>
          <w:lang w:eastAsia="cs-CZ"/>
        </w:rPr>
        <w:t xml:space="preserve"> </w:t>
      </w:r>
      <w:r w:rsidRPr="00C34EBB">
        <w:rPr>
          <w:rFonts w:eastAsia="Times New Roman" w:cs="Times New Roman"/>
          <w:lang w:eastAsia="cs-CZ"/>
        </w:rPr>
        <w:t>B_8_1_TZ</w:t>
      </w:r>
      <w:r w:rsidR="005844A2">
        <w:rPr>
          <w:rFonts w:eastAsia="Times New Roman" w:cs="Times New Roman"/>
          <w:lang w:eastAsia="cs-CZ"/>
        </w:rPr>
        <w:t>_</w:t>
      </w:r>
      <w:bookmarkStart w:id="1" w:name="_Hlk183432482"/>
      <w:r w:rsidR="005844A2">
        <w:rPr>
          <w:rFonts w:eastAsia="Times New Roman" w:cs="Times New Roman"/>
          <w:lang w:eastAsia="cs-CZ"/>
        </w:rPr>
        <w:t>ze dne 25.11.2024</w:t>
      </w:r>
      <w:bookmarkEnd w:id="1"/>
      <w:r>
        <w:rPr>
          <w:rFonts w:eastAsia="Times New Roman" w:cs="Times New Roman"/>
          <w:lang w:eastAsia="cs-CZ"/>
        </w:rPr>
        <w:t>.pdf.</w:t>
      </w:r>
    </w:p>
    <w:p w14:paraId="648EA4F1" w14:textId="4EAEB58A" w:rsidR="00C34EBB" w:rsidRDefault="00C34EBB" w:rsidP="0092513A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1F77539D" w14:textId="77777777" w:rsidR="0026723A" w:rsidRDefault="0026723A" w:rsidP="0092513A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6353B3D" w14:textId="63A667F5" w:rsidR="00664163" w:rsidRDefault="00664163" w:rsidP="0092513A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</w:t>
      </w:r>
      <w:r w:rsidRPr="0092513A">
        <w:rPr>
          <w:rFonts w:eastAsia="Times New Roman" w:cs="Times New Roman"/>
          <w:lang w:eastAsia="cs-CZ"/>
        </w:rPr>
        <w:t xml:space="preserve">nabídek ze dne </w:t>
      </w:r>
      <w:r w:rsidR="0092513A" w:rsidRPr="0092513A">
        <w:rPr>
          <w:rFonts w:eastAsia="Times New Roman" w:cs="Times New Roman"/>
          <w:lang w:eastAsia="cs-CZ"/>
        </w:rPr>
        <w:t>16. 1</w:t>
      </w:r>
      <w:r w:rsidR="0092513A">
        <w:rPr>
          <w:rFonts w:eastAsia="Times New Roman" w:cs="Times New Roman"/>
          <w:lang w:eastAsia="cs-CZ"/>
        </w:rPr>
        <w:t>2</w:t>
      </w:r>
      <w:r w:rsidR="0092513A" w:rsidRPr="0092513A">
        <w:rPr>
          <w:rFonts w:eastAsia="Times New Roman" w:cs="Times New Roman"/>
          <w:lang w:eastAsia="cs-CZ"/>
        </w:rPr>
        <w:t>. 2024</w:t>
      </w:r>
      <w:r w:rsidRPr="0092513A">
        <w:rPr>
          <w:rFonts w:eastAsia="Times New Roman" w:cs="Times New Roman"/>
          <w:lang w:eastAsia="cs-CZ"/>
        </w:rPr>
        <w:t xml:space="preserve"> na den </w:t>
      </w:r>
      <w:r w:rsidR="0092513A" w:rsidRPr="0092513A">
        <w:rPr>
          <w:rFonts w:eastAsia="Times New Roman" w:cs="Times New Roman"/>
          <w:b/>
          <w:lang w:eastAsia="cs-CZ"/>
        </w:rPr>
        <w:t>17. 1</w:t>
      </w:r>
      <w:r w:rsidR="0092513A">
        <w:rPr>
          <w:rFonts w:eastAsia="Times New Roman" w:cs="Times New Roman"/>
          <w:b/>
          <w:lang w:eastAsia="cs-CZ"/>
        </w:rPr>
        <w:t>2</w:t>
      </w:r>
      <w:r w:rsidR="0092513A" w:rsidRPr="0092513A">
        <w:rPr>
          <w:rFonts w:eastAsia="Times New Roman" w:cs="Times New Roman"/>
          <w:b/>
          <w:lang w:eastAsia="cs-CZ"/>
        </w:rPr>
        <w:t>. 2024</w:t>
      </w:r>
      <w:r w:rsidRPr="0092513A">
        <w:rPr>
          <w:rFonts w:eastAsia="Times New Roman" w:cs="Times New Roman"/>
          <w:lang w:eastAsia="cs-CZ"/>
        </w:rPr>
        <w:t>.</w:t>
      </w:r>
    </w:p>
    <w:p w14:paraId="17309577" w14:textId="3FCF77C4" w:rsidR="0092513A" w:rsidRDefault="0092513A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53269DB" w14:textId="77777777" w:rsidR="0026723A" w:rsidRDefault="0026723A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118AB88" w14:textId="071DA431" w:rsidR="00664163" w:rsidRPr="00D9490A" w:rsidRDefault="00664163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</w:t>
      </w:r>
      <w:r w:rsidRPr="002679CE">
        <w:rPr>
          <w:rFonts w:eastAsia="Times New Roman" w:cs="Times New Roman"/>
          <w:lang w:eastAsia="cs-CZ"/>
        </w:rPr>
        <w:t xml:space="preserve">VZ: </w:t>
      </w:r>
      <w:r w:rsidR="002679CE" w:rsidRPr="002679CE">
        <w:rPr>
          <w:rFonts w:eastAsia="Times New Roman" w:cs="Times New Roman"/>
          <w:lang w:eastAsia="cs-CZ"/>
        </w:rPr>
        <w:t>Z2024-047248</w:t>
      </w:r>
      <w:r w:rsidRPr="002679CE">
        <w:rPr>
          <w:rFonts w:eastAsia="Times New Roman" w:cs="Times New Roman"/>
          <w:lang w:eastAsia="cs-CZ"/>
        </w:rPr>
        <w:t>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92513A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513A">
        <w:rPr>
          <w:rFonts w:eastAsia="Times New Roman" w:cs="Times New Roman"/>
          <w:bCs/>
          <w:lang w:eastAsia="cs-CZ"/>
        </w:rPr>
        <w:t>Oddíl</w:t>
      </w:r>
      <w:r w:rsidRPr="0092513A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3C252C12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92513A">
        <w:rPr>
          <w:rFonts w:eastAsia="Times New Roman" w:cs="Times New Roman"/>
          <w:lang w:eastAsia="cs-CZ"/>
        </w:rPr>
        <w:t xml:space="preserve">rušíme datum </w:t>
      </w:r>
      <w:r w:rsidR="0092513A" w:rsidRPr="0092513A">
        <w:rPr>
          <w:rFonts w:eastAsia="Times New Roman" w:cs="Times New Roman"/>
          <w:lang w:eastAsia="cs-CZ"/>
        </w:rPr>
        <w:t>16.1</w:t>
      </w:r>
      <w:r w:rsidR="0092513A">
        <w:rPr>
          <w:rFonts w:eastAsia="Times New Roman" w:cs="Times New Roman"/>
          <w:lang w:eastAsia="cs-CZ"/>
        </w:rPr>
        <w:t>2</w:t>
      </w:r>
      <w:r w:rsidR="0092513A" w:rsidRPr="0092513A">
        <w:rPr>
          <w:rFonts w:eastAsia="Times New Roman" w:cs="Times New Roman"/>
          <w:lang w:eastAsia="cs-CZ"/>
        </w:rPr>
        <w:t>.2024</w:t>
      </w:r>
      <w:r w:rsidRPr="0092513A">
        <w:rPr>
          <w:rFonts w:eastAsia="Times New Roman" w:cs="Times New Roman"/>
          <w:lang w:eastAsia="cs-CZ"/>
        </w:rPr>
        <w:t xml:space="preserve"> a </w:t>
      </w:r>
      <w:r w:rsidRPr="0092513A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92513A" w:rsidRPr="0092513A">
        <w:rPr>
          <w:rFonts w:eastAsia="Times New Roman" w:cs="Times New Roman"/>
          <w:b/>
          <w:bCs/>
          <w:color w:val="000000" w:themeColor="text1"/>
          <w:lang w:eastAsia="cs-CZ"/>
        </w:rPr>
        <w:t>17.1</w:t>
      </w:r>
      <w:r w:rsidR="0092513A">
        <w:rPr>
          <w:rFonts w:eastAsia="Times New Roman" w:cs="Times New Roman"/>
          <w:b/>
          <w:bCs/>
          <w:color w:val="000000" w:themeColor="text1"/>
          <w:lang w:eastAsia="cs-CZ"/>
        </w:rPr>
        <w:t>2</w:t>
      </w:r>
      <w:r w:rsidR="0092513A" w:rsidRPr="0092513A">
        <w:rPr>
          <w:rFonts w:eastAsia="Times New Roman" w:cs="Times New Roman"/>
          <w:b/>
          <w:bCs/>
          <w:color w:val="000000" w:themeColor="text1"/>
          <w:lang w:eastAsia="cs-CZ"/>
        </w:rPr>
        <w:t>.2024</w:t>
      </w:r>
      <w:r w:rsidRPr="0092513A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6B5903A" w14:textId="77777777" w:rsidR="001042A2" w:rsidRDefault="001042A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966BBB" w14:textId="77777777" w:rsidR="001042A2" w:rsidRDefault="001042A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4ACE35" w14:textId="77777777" w:rsidR="001042A2" w:rsidRDefault="001042A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A66F4D7" w14:textId="77777777" w:rsidR="001042A2" w:rsidRDefault="001042A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4FB8BFC" w14:textId="77777777" w:rsidR="001042A2" w:rsidRPr="00BD5319" w:rsidRDefault="001042A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92513A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2513A">
        <w:rPr>
          <w:rFonts w:eastAsia="Calibri" w:cs="Times New Roman"/>
          <w:b/>
          <w:bCs/>
          <w:lang w:eastAsia="cs-CZ"/>
        </w:rPr>
        <w:t xml:space="preserve">Příloha: </w:t>
      </w:r>
      <w:r w:rsidRPr="0092513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2513A">
        <w:rPr>
          <w:rFonts w:eastAsia="Calibri" w:cs="Times New Roman"/>
          <w:bCs/>
          <w:lang w:eastAsia="cs-CZ"/>
        </w:rPr>
        <w:instrText xml:space="preserve"> FORMTEXT </w:instrText>
      </w:r>
      <w:r w:rsidRPr="0092513A">
        <w:rPr>
          <w:rFonts w:eastAsia="Calibri" w:cs="Times New Roman"/>
          <w:bCs/>
          <w:lang w:eastAsia="cs-CZ"/>
        </w:rPr>
      </w:r>
      <w:r w:rsidRPr="0092513A">
        <w:rPr>
          <w:rFonts w:eastAsia="Calibri" w:cs="Times New Roman"/>
          <w:bCs/>
          <w:lang w:eastAsia="cs-CZ"/>
        </w:rPr>
        <w:fldChar w:fldCharType="separate"/>
      </w:r>
      <w:r w:rsidRPr="0092513A">
        <w:rPr>
          <w:rFonts w:eastAsia="Calibri" w:cs="Times New Roman"/>
          <w:bCs/>
          <w:lang w:eastAsia="cs-CZ"/>
        </w:rPr>
        <w:t> </w:t>
      </w:r>
      <w:r w:rsidRPr="0092513A">
        <w:rPr>
          <w:rFonts w:eastAsia="Calibri" w:cs="Times New Roman"/>
          <w:bCs/>
          <w:lang w:eastAsia="cs-CZ"/>
        </w:rPr>
        <w:t> </w:t>
      </w:r>
      <w:r w:rsidRPr="0092513A">
        <w:rPr>
          <w:rFonts w:eastAsia="Calibri" w:cs="Times New Roman"/>
          <w:bCs/>
          <w:lang w:eastAsia="cs-CZ"/>
        </w:rPr>
        <w:t> </w:t>
      </w:r>
      <w:r w:rsidRPr="0092513A">
        <w:rPr>
          <w:rFonts w:eastAsia="Calibri" w:cs="Times New Roman"/>
          <w:bCs/>
          <w:lang w:eastAsia="cs-CZ"/>
        </w:rPr>
        <w:t> </w:t>
      </w:r>
      <w:r w:rsidRPr="0092513A">
        <w:rPr>
          <w:rFonts w:eastAsia="Calibri" w:cs="Times New Roman"/>
          <w:bCs/>
          <w:lang w:eastAsia="cs-CZ"/>
        </w:rPr>
        <w:t> </w:t>
      </w:r>
      <w:r w:rsidRPr="0092513A">
        <w:rPr>
          <w:rFonts w:eastAsia="Calibri" w:cs="Times New Roman"/>
          <w:bCs/>
          <w:lang w:eastAsia="cs-CZ"/>
        </w:rPr>
        <w:fldChar w:fldCharType="end"/>
      </w:r>
    </w:p>
    <w:p w14:paraId="18B9530E" w14:textId="0436D531" w:rsidR="00080FF8" w:rsidRPr="0092513A" w:rsidRDefault="00080FF8" w:rsidP="00080FF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2513A">
        <w:rPr>
          <w:rFonts w:eastAsia="Calibri" w:cs="Times New Roman"/>
          <w:bCs/>
          <w:lang w:eastAsia="cs-CZ"/>
        </w:rPr>
        <w:t>XDC-Brno-Prerov-4-zm17-20241125.xml</w:t>
      </w:r>
    </w:p>
    <w:p w14:paraId="18B4064C" w14:textId="1FB19894" w:rsidR="00080FF8" w:rsidRPr="0092513A" w:rsidRDefault="00080FF8" w:rsidP="00080FF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2513A">
        <w:rPr>
          <w:rFonts w:eastAsia="Calibri" w:cs="Times New Roman"/>
          <w:bCs/>
          <w:lang w:eastAsia="cs-CZ"/>
        </w:rPr>
        <w:t>XLS-Brno-Prerov-4-zm17-20241125.xlsx</w:t>
      </w:r>
    </w:p>
    <w:p w14:paraId="0F195AE9" w14:textId="5AED7FAB" w:rsidR="00C34EBB" w:rsidRDefault="00C34EBB" w:rsidP="00C34EB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34EBB">
        <w:rPr>
          <w:rFonts w:eastAsia="Times New Roman" w:cs="Times New Roman"/>
          <w:lang w:eastAsia="cs-CZ"/>
        </w:rPr>
        <w:t>B_8_1_TZ</w:t>
      </w:r>
      <w:r w:rsidR="003645CD">
        <w:rPr>
          <w:rFonts w:eastAsia="Times New Roman" w:cs="Times New Roman"/>
          <w:lang w:eastAsia="cs-CZ"/>
        </w:rPr>
        <w:t>_</w:t>
      </w:r>
      <w:r w:rsidR="003645CD">
        <w:rPr>
          <w:rFonts w:eastAsia="Times New Roman" w:cs="Times New Roman"/>
          <w:lang w:eastAsia="cs-CZ"/>
        </w:rPr>
        <w:t>ze dne 25.11.2024</w:t>
      </w:r>
      <w:r>
        <w:rPr>
          <w:rFonts w:eastAsia="Times New Roman" w:cs="Times New Roman"/>
          <w:lang w:eastAsia="cs-CZ"/>
        </w:rPr>
        <w:t>.pdf</w:t>
      </w:r>
      <w:bookmarkStart w:id="2" w:name="_GoBack"/>
      <w:bookmarkEnd w:id="2"/>
    </w:p>
    <w:p w14:paraId="11FC1E85" w14:textId="77777777" w:rsidR="00664163" w:rsidRPr="0092513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343A918" w:rsidR="00664163" w:rsidRPr="0092513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513A">
        <w:rPr>
          <w:rFonts w:eastAsia="Calibri" w:cs="Times New Roman"/>
          <w:lang w:eastAsia="cs-CZ"/>
        </w:rPr>
        <w:t xml:space="preserve">V Olomouci dne </w:t>
      </w:r>
      <w:r w:rsidR="0092513A" w:rsidRPr="0092513A">
        <w:rPr>
          <w:rFonts w:eastAsia="Calibri" w:cs="Times New Roman"/>
          <w:lang w:eastAsia="cs-CZ"/>
        </w:rPr>
        <w:t>25. 11. 2024</w:t>
      </w:r>
    </w:p>
    <w:p w14:paraId="6F75BA64" w14:textId="77777777" w:rsidR="00664163" w:rsidRPr="0092513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2513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Pr="0092513A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E2C1A44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F3489F4" w14:textId="77777777" w:rsidR="001042A2" w:rsidRDefault="001042A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CF897AA" w14:textId="77777777" w:rsidR="0092513A" w:rsidRPr="0092513A" w:rsidRDefault="0092513A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2513A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513A">
        <w:rPr>
          <w:rFonts w:eastAsia="Times New Roman" w:cs="Times New Roman"/>
          <w:b/>
          <w:bCs/>
          <w:lang w:eastAsia="cs-CZ"/>
        </w:rPr>
        <w:t>Ing. Miroslav Bocák</w:t>
      </w:r>
      <w:r w:rsidRPr="0092513A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2513A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2513A">
        <w:rPr>
          <w:rFonts w:eastAsia="Times New Roman" w:cs="Times New Roman"/>
          <w:lang w:eastAsia="cs-CZ"/>
        </w:rPr>
        <w:t>ředitel organizační jednotky</w:t>
      </w:r>
      <w:r w:rsidRPr="0092513A">
        <w:rPr>
          <w:rFonts w:eastAsia="Times New Roman" w:cs="Times New Roman"/>
          <w:lang w:eastAsia="cs-CZ"/>
        </w:rPr>
        <w:tab/>
      </w:r>
    </w:p>
    <w:p w14:paraId="5DEDC136" w14:textId="77777777" w:rsidR="00664163" w:rsidRPr="0092513A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2513A">
        <w:rPr>
          <w:rFonts w:eastAsia="Times New Roman" w:cs="Times New Roman"/>
          <w:lang w:eastAsia="cs-CZ"/>
        </w:rPr>
        <w:t>Stavební správa východ</w:t>
      </w:r>
    </w:p>
    <w:p w14:paraId="49ADD5E7" w14:textId="67DF4EF7" w:rsidR="00CB7B5A" w:rsidRPr="0092513A" w:rsidRDefault="00664163" w:rsidP="0092513A">
      <w:pPr>
        <w:spacing w:after="0" w:line="240" w:lineRule="auto"/>
        <w:rPr>
          <w:rFonts w:eastAsia="Times New Roman" w:cs="Times New Roman"/>
          <w:lang w:eastAsia="cs-CZ"/>
        </w:rPr>
      </w:pPr>
      <w:r w:rsidRPr="0092513A">
        <w:rPr>
          <w:rFonts w:eastAsia="Times New Roman" w:cs="Times New Roman"/>
          <w:lang w:eastAsia="cs-CZ"/>
        </w:rPr>
        <w:t>Správa železnic, státní organizace</w:t>
      </w:r>
    </w:p>
    <w:sectPr w:rsidR="00CB7B5A" w:rsidRPr="0092513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0F8BE" w14:textId="77777777" w:rsidR="00C50131" w:rsidRDefault="00C50131" w:rsidP="00962258">
      <w:pPr>
        <w:spacing w:after="0" w:line="240" w:lineRule="auto"/>
      </w:pPr>
      <w:r>
        <w:separator/>
      </w:r>
    </w:p>
  </w:endnote>
  <w:endnote w:type="continuationSeparator" w:id="0">
    <w:p w14:paraId="2188ED3F" w14:textId="77777777" w:rsidR="00C50131" w:rsidRDefault="00C501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CDD27" w14:textId="77777777" w:rsidR="00C50131" w:rsidRDefault="00C50131" w:rsidP="00962258">
      <w:pPr>
        <w:spacing w:after="0" w:line="240" w:lineRule="auto"/>
      </w:pPr>
      <w:r>
        <w:separator/>
      </w:r>
    </w:p>
  </w:footnote>
  <w:footnote w:type="continuationSeparator" w:id="0">
    <w:p w14:paraId="2CE4B211" w14:textId="77777777" w:rsidR="00C50131" w:rsidRDefault="00C501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34AD6"/>
    <w:rsid w:val="00053B58"/>
    <w:rsid w:val="00066116"/>
    <w:rsid w:val="00072C1E"/>
    <w:rsid w:val="00080FF8"/>
    <w:rsid w:val="000B3A82"/>
    <w:rsid w:val="000B6C7E"/>
    <w:rsid w:val="000B7907"/>
    <w:rsid w:val="000C0429"/>
    <w:rsid w:val="000C45E8"/>
    <w:rsid w:val="000F3F3C"/>
    <w:rsid w:val="001042A2"/>
    <w:rsid w:val="00112407"/>
    <w:rsid w:val="00114472"/>
    <w:rsid w:val="001267E4"/>
    <w:rsid w:val="00146EF8"/>
    <w:rsid w:val="00170EC5"/>
    <w:rsid w:val="001747C1"/>
    <w:rsid w:val="0018596A"/>
    <w:rsid w:val="00192345"/>
    <w:rsid w:val="001B69C2"/>
    <w:rsid w:val="001C4DA0"/>
    <w:rsid w:val="00207DF5"/>
    <w:rsid w:val="0026723A"/>
    <w:rsid w:val="00267369"/>
    <w:rsid w:val="0026785D"/>
    <w:rsid w:val="002679CE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645CD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4C92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4A2"/>
    <w:rsid w:val="00584E2A"/>
    <w:rsid w:val="00596C7E"/>
    <w:rsid w:val="005A5F24"/>
    <w:rsid w:val="005A64E9"/>
    <w:rsid w:val="005B5EE9"/>
    <w:rsid w:val="005C663F"/>
    <w:rsid w:val="005D4D1A"/>
    <w:rsid w:val="006104F6"/>
    <w:rsid w:val="0061068E"/>
    <w:rsid w:val="00630DC6"/>
    <w:rsid w:val="00660AD3"/>
    <w:rsid w:val="00664163"/>
    <w:rsid w:val="00673CF0"/>
    <w:rsid w:val="006A5570"/>
    <w:rsid w:val="006A689C"/>
    <w:rsid w:val="006B3D79"/>
    <w:rsid w:val="006B7D49"/>
    <w:rsid w:val="006E0578"/>
    <w:rsid w:val="006E314D"/>
    <w:rsid w:val="006E7F06"/>
    <w:rsid w:val="007021F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16D5"/>
    <w:rsid w:val="00842C9B"/>
    <w:rsid w:val="00866B47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13A"/>
    <w:rsid w:val="00934DC3"/>
    <w:rsid w:val="00936091"/>
    <w:rsid w:val="00940D8A"/>
    <w:rsid w:val="00945324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A7E2F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4FA3"/>
    <w:rsid w:val="00BF374D"/>
    <w:rsid w:val="00BF6D48"/>
    <w:rsid w:val="00C02D0A"/>
    <w:rsid w:val="00C03A6E"/>
    <w:rsid w:val="00C30759"/>
    <w:rsid w:val="00C34EBB"/>
    <w:rsid w:val="00C44F6A"/>
    <w:rsid w:val="00C47B71"/>
    <w:rsid w:val="00C50131"/>
    <w:rsid w:val="00C6719B"/>
    <w:rsid w:val="00C727E5"/>
    <w:rsid w:val="00C8207D"/>
    <w:rsid w:val="00CB7B5A"/>
    <w:rsid w:val="00CC1E2B"/>
    <w:rsid w:val="00CD1FC4"/>
    <w:rsid w:val="00CE371D"/>
    <w:rsid w:val="00D02A4D"/>
    <w:rsid w:val="00D10873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E06AD1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67B83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62CF08-3215-40B4-AF90-19F2FC53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408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2024-11-25T11:55:00Z</cp:lastPrinted>
  <dcterms:created xsi:type="dcterms:W3CDTF">2024-11-25T11:15:00Z</dcterms:created>
  <dcterms:modified xsi:type="dcterms:W3CDTF">2024-11-25T12:08:00Z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